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="108" w:tblpY="32"/>
        <w:tblW w:w="10490" w:type="dxa"/>
        <w:tblLayout w:type="fixed"/>
        <w:tblLook w:val="04A0" w:firstRow="1" w:lastRow="0" w:firstColumn="1" w:lastColumn="0" w:noHBand="0" w:noVBand="1"/>
      </w:tblPr>
      <w:tblGrid>
        <w:gridCol w:w="1988"/>
        <w:gridCol w:w="8502"/>
      </w:tblGrid>
      <w:tr w:rsidR="00AD16FC" w14:paraId="57EABD47" w14:textId="77777777" w:rsidTr="00520826">
        <w:trPr>
          <w:trHeight w:val="747"/>
        </w:trPr>
        <w:tc>
          <w:tcPr>
            <w:tcW w:w="1988" w:type="dxa"/>
            <w:vAlign w:val="center"/>
          </w:tcPr>
          <w:p w14:paraId="3FC93A8A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  <w:r w:rsidRPr="005F1761">
              <w:rPr>
                <w:rFonts w:ascii="BIZ UDゴシック" w:eastAsia="BIZ UDゴシック" w:hAnsi="BIZ UDゴシック" w:hint="eastAsia"/>
              </w:rPr>
              <w:t>名　称</w:t>
            </w:r>
            <w:r>
              <w:rPr>
                <w:rFonts w:ascii="BIZ UDゴシック" w:eastAsia="BIZ UDゴシック" w:hAnsi="BIZ UDゴシック" w:hint="eastAsia"/>
              </w:rPr>
              <w:t>（単元名）</w:t>
            </w:r>
          </w:p>
        </w:tc>
        <w:tc>
          <w:tcPr>
            <w:tcW w:w="8502" w:type="dxa"/>
            <w:vAlign w:val="center"/>
          </w:tcPr>
          <w:p w14:paraId="25D783DF" w14:textId="77777777" w:rsidR="00AD16FC" w:rsidRDefault="00AD16FC" w:rsidP="00520826"/>
        </w:tc>
      </w:tr>
      <w:tr w:rsidR="00AD16FC" w14:paraId="2D6F4320" w14:textId="77777777" w:rsidTr="00520826">
        <w:trPr>
          <w:trHeight w:val="536"/>
        </w:trPr>
        <w:tc>
          <w:tcPr>
            <w:tcW w:w="1988" w:type="dxa"/>
            <w:vAlign w:val="center"/>
          </w:tcPr>
          <w:p w14:paraId="636C40A1" w14:textId="77777777" w:rsidR="00AD16FC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学部・学年</w:t>
            </w:r>
          </w:p>
          <w:p w14:paraId="4AF859A6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教科・グループ</w:t>
            </w:r>
          </w:p>
        </w:tc>
        <w:tc>
          <w:tcPr>
            <w:tcW w:w="8502" w:type="dxa"/>
            <w:vAlign w:val="center"/>
          </w:tcPr>
          <w:p w14:paraId="34940421" w14:textId="77777777" w:rsidR="00AD16FC" w:rsidRDefault="00AD16FC" w:rsidP="00520826"/>
        </w:tc>
      </w:tr>
      <w:tr w:rsidR="00AD16FC" w14:paraId="62FABB03" w14:textId="77777777" w:rsidTr="00520826">
        <w:trPr>
          <w:trHeight w:val="1081"/>
        </w:trPr>
        <w:tc>
          <w:tcPr>
            <w:tcW w:w="1988" w:type="dxa"/>
            <w:vAlign w:val="center"/>
          </w:tcPr>
          <w:p w14:paraId="18AD7A02" w14:textId="77777777" w:rsidR="00AD16FC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実践対象</w:t>
            </w:r>
          </w:p>
          <w:p w14:paraId="5B936184" w14:textId="6A047AFE" w:rsidR="002F7152" w:rsidRDefault="002F7152" w:rsidP="0052082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学習者の特徴</w:t>
            </w:r>
          </w:p>
        </w:tc>
        <w:tc>
          <w:tcPr>
            <w:tcW w:w="8502" w:type="dxa"/>
            <w:vAlign w:val="center"/>
          </w:tcPr>
          <w:p w14:paraId="4010E3AA" w14:textId="77777777" w:rsidR="00AD16FC" w:rsidRDefault="00AD16FC" w:rsidP="00520826"/>
        </w:tc>
      </w:tr>
      <w:tr w:rsidR="00AD16FC" w14:paraId="4779C556" w14:textId="77777777" w:rsidTr="00520826">
        <w:trPr>
          <w:trHeight w:val="3681"/>
        </w:trPr>
        <w:tc>
          <w:tcPr>
            <w:tcW w:w="1988" w:type="dxa"/>
          </w:tcPr>
          <w:p w14:paraId="47E53C27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40418ABF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2D748E6A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6B8847DB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6639841C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  <w:r w:rsidRPr="005F1761">
              <w:rPr>
                <w:rFonts w:ascii="BIZ UDゴシック" w:eastAsia="BIZ UDゴシック" w:hAnsi="BIZ UDゴシック" w:hint="eastAsia"/>
              </w:rPr>
              <w:t>図・写真</w:t>
            </w:r>
          </w:p>
          <w:p w14:paraId="478E0136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2DD142B2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4FF8647B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073396E8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6130FC0D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502" w:type="dxa"/>
          </w:tcPr>
          <w:p w14:paraId="2F425A49" w14:textId="77777777" w:rsidR="00AD16FC" w:rsidRPr="00BF7E3B" w:rsidRDefault="00AD16FC" w:rsidP="00520826"/>
          <w:p w14:paraId="1F8E7B03" w14:textId="77777777" w:rsidR="00AD16FC" w:rsidRPr="00BF7E3B" w:rsidRDefault="00AD16FC" w:rsidP="00520826"/>
          <w:p w14:paraId="3811E96C" w14:textId="77777777" w:rsidR="00AD16FC" w:rsidRPr="00BF7E3B" w:rsidRDefault="00AD16FC" w:rsidP="00520826"/>
          <w:p w14:paraId="2234AB14" w14:textId="77777777" w:rsidR="00AD16FC" w:rsidRPr="00BF7E3B" w:rsidRDefault="00AD16FC" w:rsidP="00520826"/>
          <w:p w14:paraId="5993E5BF" w14:textId="77777777" w:rsidR="00AD16FC" w:rsidRPr="00BF7E3B" w:rsidRDefault="00AD16FC" w:rsidP="00520826"/>
          <w:p w14:paraId="19E1B52B" w14:textId="77777777" w:rsidR="00AD16FC" w:rsidRPr="00BF7E3B" w:rsidRDefault="00AD16FC" w:rsidP="00520826"/>
          <w:p w14:paraId="02EFF1DD" w14:textId="77777777" w:rsidR="00AD16FC" w:rsidRDefault="00AD16FC" w:rsidP="00520826"/>
          <w:p w14:paraId="4A1E6A73" w14:textId="77777777" w:rsidR="00AD16FC" w:rsidRDefault="00AD16FC" w:rsidP="00520826"/>
          <w:p w14:paraId="0BE69C58" w14:textId="77777777" w:rsidR="00AD16FC" w:rsidRDefault="00AD16FC" w:rsidP="00520826"/>
          <w:p w14:paraId="290888ED" w14:textId="77777777" w:rsidR="00AD16FC" w:rsidRDefault="00AD16FC" w:rsidP="00520826"/>
        </w:tc>
      </w:tr>
      <w:tr w:rsidR="00AD16FC" w14:paraId="2E9F30F7" w14:textId="77777777" w:rsidTr="00520826">
        <w:trPr>
          <w:trHeight w:val="3207"/>
        </w:trPr>
        <w:tc>
          <w:tcPr>
            <w:tcW w:w="1988" w:type="dxa"/>
          </w:tcPr>
          <w:p w14:paraId="25945AE5" w14:textId="777B0D76" w:rsidR="00AD16FC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46C0599C" w14:textId="5C3A8552" w:rsidR="002F7152" w:rsidRDefault="002F7152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4C1977D9" w14:textId="77777777" w:rsidR="002F7152" w:rsidRPr="005F1761" w:rsidRDefault="002F7152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476FD730" w14:textId="4DE579B6" w:rsidR="00AD16FC" w:rsidRDefault="002F7152" w:rsidP="0052082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ねらい</w:t>
            </w:r>
          </w:p>
          <w:p w14:paraId="289F17AB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  <w:r w:rsidRPr="005F1761">
              <w:rPr>
                <w:rFonts w:ascii="BIZ UDゴシック" w:eastAsia="BIZ UDゴシック" w:hAnsi="BIZ UDゴシック" w:hint="eastAsia"/>
              </w:rPr>
              <w:t>使用方法</w:t>
            </w:r>
          </w:p>
          <w:p w14:paraId="7A5BBCAE" w14:textId="717919F3" w:rsidR="00AD16FC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2C625CF1" w14:textId="77777777" w:rsidR="00AD16FC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</w:p>
          <w:p w14:paraId="1AB865C3" w14:textId="0FDEC596" w:rsidR="00AD16FC" w:rsidRPr="005F1761" w:rsidRDefault="00AD16FC" w:rsidP="0052082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02" w:type="dxa"/>
          </w:tcPr>
          <w:p w14:paraId="2F24B778" w14:textId="77777777" w:rsidR="00AD16FC" w:rsidRPr="00BF7E3B" w:rsidRDefault="00AD16FC" w:rsidP="00520826"/>
        </w:tc>
      </w:tr>
      <w:tr w:rsidR="00AD16FC" w14:paraId="17404B58" w14:textId="77777777" w:rsidTr="00520826">
        <w:trPr>
          <w:trHeight w:val="984"/>
        </w:trPr>
        <w:tc>
          <w:tcPr>
            <w:tcW w:w="1988" w:type="dxa"/>
            <w:vAlign w:val="center"/>
          </w:tcPr>
          <w:p w14:paraId="2C263A51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  <w:r w:rsidRPr="005F1761">
              <w:rPr>
                <w:rFonts w:ascii="BIZ UDゴシック" w:eastAsia="BIZ UDゴシック" w:hAnsi="BIZ UDゴシック" w:hint="eastAsia"/>
              </w:rPr>
              <w:t>素　材</w:t>
            </w:r>
          </w:p>
          <w:p w14:paraId="5197ECF2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</w:rPr>
            </w:pPr>
            <w:r w:rsidRPr="005F1761">
              <w:rPr>
                <w:rFonts w:ascii="BIZ UDゴシック" w:eastAsia="BIZ UDゴシック" w:hAnsi="BIZ UDゴシック" w:hint="eastAsia"/>
              </w:rPr>
              <w:t>作り方</w:t>
            </w:r>
            <w:r>
              <w:rPr>
                <w:rFonts w:ascii="BIZ UDゴシック" w:eastAsia="BIZ UDゴシック" w:hAnsi="BIZ UDゴシック" w:hint="eastAsia"/>
              </w:rPr>
              <w:t>など</w:t>
            </w:r>
          </w:p>
        </w:tc>
        <w:tc>
          <w:tcPr>
            <w:tcW w:w="8502" w:type="dxa"/>
          </w:tcPr>
          <w:p w14:paraId="4C69F09B" w14:textId="77777777" w:rsidR="00AD16FC" w:rsidRDefault="00AD16FC" w:rsidP="00520826">
            <w:pPr>
              <w:rPr>
                <w:noProof/>
              </w:rPr>
            </w:pPr>
          </w:p>
        </w:tc>
      </w:tr>
      <w:tr w:rsidR="00AD16FC" w14:paraId="3A80B103" w14:textId="77777777" w:rsidTr="00520826">
        <w:trPr>
          <w:trHeight w:val="3111"/>
        </w:trPr>
        <w:tc>
          <w:tcPr>
            <w:tcW w:w="1988" w:type="dxa"/>
            <w:vAlign w:val="center"/>
          </w:tcPr>
          <w:p w14:paraId="18972B10" w14:textId="77777777" w:rsidR="00AD16FC" w:rsidRDefault="00AD16FC" w:rsidP="0052082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5F1761">
              <w:rPr>
                <w:rFonts w:ascii="BIZ UDゴシック" w:eastAsia="BIZ UDゴシック" w:hAnsi="BIZ UDゴシック" w:hint="eastAsia"/>
                <w:sz w:val="22"/>
                <w:szCs w:val="22"/>
              </w:rPr>
              <w:t>使ってみて</w:t>
            </w:r>
          </w:p>
          <w:p w14:paraId="7A5BD236" w14:textId="77777777" w:rsidR="00AD16FC" w:rsidRPr="005F1761" w:rsidRDefault="00AD16FC" w:rsidP="0052082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よかったポイント</w:t>
            </w:r>
          </w:p>
        </w:tc>
        <w:tc>
          <w:tcPr>
            <w:tcW w:w="8502" w:type="dxa"/>
          </w:tcPr>
          <w:p w14:paraId="2F9C53CF" w14:textId="77777777" w:rsidR="00AD16FC" w:rsidRDefault="00AD16FC" w:rsidP="00520826">
            <w:pPr>
              <w:ind w:left="241" w:hangingChars="100" w:hanging="241"/>
            </w:pPr>
          </w:p>
          <w:p w14:paraId="1B47FF26" w14:textId="77777777" w:rsidR="00AD16FC" w:rsidRDefault="00AD16FC" w:rsidP="00520826">
            <w:pPr>
              <w:ind w:left="241" w:hangingChars="100" w:hanging="241"/>
            </w:pPr>
          </w:p>
          <w:p w14:paraId="34140B34" w14:textId="77777777" w:rsidR="00AD16FC" w:rsidRDefault="00AD16FC" w:rsidP="00520826">
            <w:pPr>
              <w:ind w:left="241" w:hangingChars="100" w:hanging="241"/>
            </w:pPr>
          </w:p>
          <w:p w14:paraId="7FFE9EC8" w14:textId="77777777" w:rsidR="00AD16FC" w:rsidRDefault="00AD16FC" w:rsidP="00520826">
            <w:pPr>
              <w:ind w:left="241" w:hangingChars="100" w:hanging="241"/>
            </w:pPr>
          </w:p>
          <w:p w14:paraId="661E5724" w14:textId="77777777" w:rsidR="00AD16FC" w:rsidRDefault="00AD16FC" w:rsidP="00520826">
            <w:pPr>
              <w:ind w:left="241" w:hangingChars="100" w:hanging="241"/>
            </w:pPr>
          </w:p>
          <w:p w14:paraId="2384D8DF" w14:textId="20846EA5" w:rsidR="00AD16FC" w:rsidRDefault="00AD16FC" w:rsidP="00520826">
            <w:pPr>
              <w:rPr>
                <w:rFonts w:hint="eastAsia"/>
              </w:rPr>
            </w:pPr>
          </w:p>
        </w:tc>
      </w:tr>
      <w:tr w:rsidR="00AD16FC" w14:paraId="64CFBBE5" w14:textId="77777777" w:rsidTr="00520826">
        <w:trPr>
          <w:trHeight w:val="603"/>
        </w:trPr>
        <w:tc>
          <w:tcPr>
            <w:tcW w:w="1988" w:type="dxa"/>
            <w:vAlign w:val="center"/>
          </w:tcPr>
          <w:p w14:paraId="76139D4C" w14:textId="77777777" w:rsidR="00AD16FC" w:rsidRPr="005F1761" w:rsidRDefault="00AD16FC" w:rsidP="00520826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2"/>
              </w:rPr>
              <w:t>作成者</w:t>
            </w:r>
          </w:p>
        </w:tc>
        <w:tc>
          <w:tcPr>
            <w:tcW w:w="8502" w:type="dxa"/>
            <w:vAlign w:val="center"/>
          </w:tcPr>
          <w:p w14:paraId="69866B50" w14:textId="77777777" w:rsidR="00AD16FC" w:rsidRDefault="00AD16FC" w:rsidP="00520826">
            <w:pPr>
              <w:ind w:left="241" w:hangingChars="100" w:hanging="241"/>
            </w:pPr>
          </w:p>
        </w:tc>
      </w:tr>
    </w:tbl>
    <w:p w14:paraId="4D9A4780" w14:textId="6ABB0ECE" w:rsidR="000E2B5A" w:rsidRDefault="000E2B5A" w:rsidP="002F7152">
      <w:pPr>
        <w:rPr>
          <w:rFonts w:hint="eastAsia"/>
        </w:rPr>
      </w:pPr>
      <w:bookmarkStart w:id="0" w:name="_GoBack"/>
      <w:bookmarkEnd w:id="0"/>
    </w:p>
    <w:sectPr w:rsidR="000E2B5A" w:rsidSect="00520826">
      <w:headerReference w:type="first" r:id="rId6"/>
      <w:pgSz w:w="11900" w:h="16840"/>
      <w:pgMar w:top="720" w:right="720" w:bottom="720" w:left="720" w:header="851" w:footer="992" w:gutter="0"/>
      <w:cols w:space="425"/>
      <w:titlePg/>
      <w:docGrid w:type="linesAndChars" w:linePitch="364" w:charSpace="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AB241" w14:textId="77777777" w:rsidR="005F1761" w:rsidRDefault="005F1761" w:rsidP="00F754D9">
      <w:r>
        <w:separator/>
      </w:r>
    </w:p>
  </w:endnote>
  <w:endnote w:type="continuationSeparator" w:id="0">
    <w:p w14:paraId="0C49AA7B" w14:textId="77777777" w:rsidR="005F1761" w:rsidRDefault="005F1761" w:rsidP="00F7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9804A" w14:textId="77777777" w:rsidR="005F1761" w:rsidRDefault="005F1761" w:rsidP="00F754D9">
      <w:r>
        <w:separator/>
      </w:r>
    </w:p>
  </w:footnote>
  <w:footnote w:type="continuationSeparator" w:id="0">
    <w:p w14:paraId="4C6BD111" w14:textId="77777777" w:rsidR="005F1761" w:rsidRDefault="005F1761" w:rsidP="00F75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B107A" w14:textId="08AD6D1D" w:rsidR="005F1761" w:rsidRPr="00AD16FC" w:rsidRDefault="002F7152" w:rsidP="00AD16FC">
    <w:pPr>
      <w:pStyle w:val="a4"/>
      <w:jc w:val="center"/>
      <w:rPr>
        <w:sz w:val="32"/>
      </w:rPr>
    </w:pPr>
    <w:r>
      <w:rPr>
        <w:rFonts w:ascii="BIZ UDPゴシック" w:eastAsia="BIZ UDPゴシック" w:hAnsi="BIZ UDPゴシック" w:hint="eastAsia"/>
        <w:sz w:val="40"/>
        <w:szCs w:val="32"/>
      </w:rPr>
      <w:t>教材名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960"/>
  <w:drawingGridHorizontalSpacing w:val="241"/>
  <w:drawingGridVerticalSpacing w:val="18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5A"/>
    <w:rsid w:val="00045318"/>
    <w:rsid w:val="000E2B5A"/>
    <w:rsid w:val="00107D44"/>
    <w:rsid w:val="0022381A"/>
    <w:rsid w:val="002F7152"/>
    <w:rsid w:val="00372D71"/>
    <w:rsid w:val="003B27D6"/>
    <w:rsid w:val="00424740"/>
    <w:rsid w:val="004377D2"/>
    <w:rsid w:val="004750EB"/>
    <w:rsid w:val="00520826"/>
    <w:rsid w:val="005F1761"/>
    <w:rsid w:val="00707C23"/>
    <w:rsid w:val="007E05F1"/>
    <w:rsid w:val="009125D8"/>
    <w:rsid w:val="00A02CA4"/>
    <w:rsid w:val="00AD16FC"/>
    <w:rsid w:val="00BC2BFC"/>
    <w:rsid w:val="00C15AEF"/>
    <w:rsid w:val="00DB4942"/>
    <w:rsid w:val="00F632BD"/>
    <w:rsid w:val="00F749D2"/>
    <w:rsid w:val="00F7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7D2451"/>
  <w14:defaultImageDpi w14:val="300"/>
  <w15:docId w15:val="{93D046A8-324D-446E-A1FE-10257798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54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54D9"/>
  </w:style>
  <w:style w:type="paragraph" w:styleId="a6">
    <w:name w:val="footer"/>
    <w:basedOn w:val="a"/>
    <w:link w:val="a7"/>
    <w:uiPriority w:val="99"/>
    <w:unhideWhenUsed/>
    <w:rsid w:val="00F754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54D9"/>
  </w:style>
  <w:style w:type="paragraph" w:styleId="a8">
    <w:name w:val="List Paragraph"/>
    <w:basedOn w:val="a"/>
    <w:uiPriority w:val="34"/>
    <w:qFormat/>
    <w:rsid w:val="00BC2BFC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3BB571B6.dotm</Template>
  <TotalTime>17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大阪府立佐野支援学校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 謙二</dc:creator>
  <cp:keywords/>
  <dc:description/>
  <cp:lastModifiedBy>T-KobayakawaYu</cp:lastModifiedBy>
  <cp:revision>8</cp:revision>
  <cp:lastPrinted>2016-01-14T09:11:00Z</cp:lastPrinted>
  <dcterms:created xsi:type="dcterms:W3CDTF">2016-01-08T05:47:00Z</dcterms:created>
  <dcterms:modified xsi:type="dcterms:W3CDTF">2020-04-03T10:44:00Z</dcterms:modified>
</cp:coreProperties>
</file>